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394D40">
        <w:rPr>
          <w:rStyle w:val="BookTitle"/>
          <w:b w:val="0"/>
          <w:sz w:val="36"/>
          <w:szCs w:val="36"/>
        </w:rPr>
        <w:t>Datacenter</w:t>
      </w:r>
      <w:r w:rsidR="00682A45">
        <w:rPr>
          <w:rStyle w:val="BookTitle"/>
          <w:b w:val="0"/>
          <w:sz w:val="36"/>
          <w:szCs w:val="36"/>
        </w:rPr>
        <w:t xml:space="preserve">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6F5BE0" w:rsidP="00DD4DB2">
      <w:pPr>
        <w:pStyle w:val="DateTitlePage"/>
        <w:rPr>
          <w:b w:val="0"/>
          <w:sz w:val="28"/>
          <w:szCs w:val="28"/>
        </w:rPr>
      </w:pPr>
      <w:r>
        <w:rPr>
          <w:b w:val="0"/>
          <w:sz w:val="28"/>
          <w:szCs w:val="28"/>
        </w:rPr>
        <w:t>January</w:t>
      </w:r>
      <w:r w:rsidR="00AB11CB">
        <w:rPr>
          <w:b w:val="0"/>
          <w:sz w:val="28"/>
          <w:szCs w:val="28"/>
        </w:rPr>
        <w:t xml:space="preserve"> 201</w:t>
      </w:r>
      <w:r>
        <w:rPr>
          <w:b w:val="0"/>
          <w:sz w:val="28"/>
          <w:szCs w:val="28"/>
        </w:rPr>
        <w:t>8</w:t>
      </w:r>
    </w:p>
    <w:p w:rsidR="005356D8" w:rsidRDefault="00DD4DB2" w:rsidP="00DD4DB2">
      <w:pPr>
        <w:pStyle w:val="DateTitlePage"/>
        <w:rPr>
          <w:b w:val="0"/>
          <w:sz w:val="28"/>
          <w:szCs w:val="28"/>
        </w:rPr>
      </w:pPr>
      <w:r w:rsidRPr="0068796B">
        <w:rPr>
          <w:b w:val="0"/>
          <w:sz w:val="28"/>
          <w:szCs w:val="28"/>
        </w:rPr>
        <w:t xml:space="preserve">Software Version </w:t>
      </w:r>
      <w:r w:rsidR="00C336CD">
        <w:rPr>
          <w:b w:val="0"/>
          <w:sz w:val="28"/>
          <w:szCs w:val="28"/>
        </w:rPr>
        <w:t>4.0.0.1005</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1-800-548-4725, or go to:  http://</w:t>
      </w:r>
      <w:proofErr w:type="spellStart"/>
      <w:r w:rsidRPr="00DD7BCA">
        <w:rPr>
          <w:rFonts w:cs="Arial"/>
          <w:sz w:val="14"/>
          <w:szCs w:val="14"/>
        </w:rPr>
        <w:t>www.intel.com</w:t>
      </w:r>
      <w:proofErr w:type="spellEnd"/>
      <w:r w:rsidRPr="00DD7BCA">
        <w:rPr>
          <w:rFonts w:cs="Arial"/>
          <w:sz w:val="14"/>
          <w:szCs w:val="14"/>
        </w:rPr>
        <w:t>/design/</w:t>
      </w:r>
      <w:proofErr w:type="spellStart"/>
      <w:r w:rsidRPr="00DD7BCA">
        <w:rPr>
          <w:rFonts w:cs="Arial"/>
          <w:sz w:val="14"/>
          <w:szCs w:val="14"/>
        </w:rPr>
        <w:t>literature.htm</w:t>
      </w:r>
      <w:proofErr w:type="spellEnd"/>
      <w:r w:rsidRPr="00DD7BCA">
        <w:rPr>
          <w:rFonts w:cs="Arial"/>
          <w:sz w:val="14"/>
          <w:szCs w:val="14"/>
        </w:rPr>
        <w:t xml:space="preserve">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F217EC">
        <w:rPr>
          <w:rFonts w:cs="Arial"/>
          <w:sz w:val="14"/>
          <w:szCs w:val="14"/>
        </w:rPr>
        <w:t>8</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83"/>
        <w:gridCol w:w="1295"/>
        <w:gridCol w:w="1944"/>
        <w:gridCol w:w="4437"/>
      </w:tblGrid>
      <w:tr w:rsidR="00AB11CB" w:rsidRPr="004C7D38" w:rsidTr="007C6AA7">
        <w:trPr>
          <w:cantSplit/>
          <w:trHeight w:val="458"/>
          <w:tblHeader/>
          <w:tblCellSpacing w:w="0" w:type="dxa"/>
        </w:trPr>
        <w:tc>
          <w:tcPr>
            <w:tcW w:w="810"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707" w:type="pct"/>
            <w:vAlign w:val="center"/>
          </w:tcPr>
          <w:p w:rsidR="00D93B43" w:rsidRDefault="00D93B43">
            <w:pPr>
              <w:spacing w:before="120" w:after="40"/>
              <w:jc w:val="center"/>
              <w:rPr>
                <w:b/>
                <w:color w:val="0860A8"/>
                <w:szCs w:val="18"/>
              </w:rPr>
            </w:pPr>
            <w:r>
              <w:rPr>
                <w:b/>
                <w:color w:val="0860A8"/>
                <w:szCs w:val="18"/>
              </w:rPr>
              <w:t>Document Version</w:t>
            </w:r>
          </w:p>
        </w:tc>
        <w:tc>
          <w:tcPr>
            <w:tcW w:w="1061"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2422"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7C6AA7" w:rsidRPr="004C7D38" w:rsidTr="008E7B20">
        <w:trPr>
          <w:cantSplit/>
          <w:trHeight w:val="244"/>
          <w:tblCellSpacing w:w="0" w:type="dxa"/>
        </w:trPr>
        <w:tc>
          <w:tcPr>
            <w:tcW w:w="809" w:type="pct"/>
            <w:shd w:val="clear" w:color="auto" w:fill="auto"/>
            <w:vAlign w:val="center"/>
          </w:tcPr>
          <w:p w:rsidR="007C6AA7" w:rsidRDefault="007C6AA7" w:rsidP="008E7B20">
            <w:pPr>
              <w:spacing w:before="40" w:after="40"/>
              <w:jc w:val="center"/>
              <w:rPr>
                <w:color w:val="000000"/>
                <w:szCs w:val="18"/>
              </w:rPr>
            </w:pPr>
            <w:r>
              <w:rPr>
                <w:color w:val="000000"/>
                <w:szCs w:val="18"/>
              </w:rPr>
              <w:t>January</w:t>
            </w:r>
          </w:p>
        </w:tc>
        <w:tc>
          <w:tcPr>
            <w:tcW w:w="707" w:type="pct"/>
            <w:vAlign w:val="center"/>
          </w:tcPr>
          <w:p w:rsidR="007C6AA7" w:rsidRDefault="007C6AA7" w:rsidP="008E7B20">
            <w:pPr>
              <w:spacing w:before="40" w:after="40"/>
              <w:jc w:val="center"/>
              <w:rPr>
                <w:szCs w:val="18"/>
              </w:rPr>
            </w:pPr>
            <w:r>
              <w:rPr>
                <w:szCs w:val="18"/>
              </w:rPr>
              <w:t>013</w:t>
            </w:r>
          </w:p>
        </w:tc>
        <w:tc>
          <w:tcPr>
            <w:tcW w:w="1061" w:type="pct"/>
            <w:shd w:val="clear" w:color="auto" w:fill="auto"/>
            <w:vAlign w:val="center"/>
          </w:tcPr>
          <w:p w:rsidR="007C6AA7" w:rsidRDefault="004841B3" w:rsidP="008E7B20">
            <w:pPr>
              <w:spacing w:before="40" w:after="40"/>
              <w:jc w:val="center"/>
              <w:rPr>
                <w:szCs w:val="18"/>
              </w:rPr>
            </w:pPr>
            <w:r>
              <w:rPr>
                <w:szCs w:val="18"/>
              </w:rPr>
              <w:t>4.0.0.1005</w:t>
            </w:r>
            <w:bookmarkStart w:id="3" w:name="_GoBack"/>
            <w:bookmarkEnd w:id="3"/>
          </w:p>
        </w:tc>
        <w:tc>
          <w:tcPr>
            <w:tcW w:w="2422" w:type="pct"/>
            <w:shd w:val="clear" w:color="auto" w:fill="auto"/>
            <w:vAlign w:val="center"/>
          </w:tcPr>
          <w:p w:rsidR="007C6AA7" w:rsidRDefault="007C6AA7" w:rsidP="008E7B20">
            <w:r>
              <w:t>New for this release:</w:t>
            </w:r>
          </w:p>
          <w:p w:rsidR="002A20E7" w:rsidRDefault="002A20E7" w:rsidP="002A20E7">
            <w:pPr>
              <w:pStyle w:val="ListParagraph"/>
              <w:numPr>
                <w:ilvl w:val="0"/>
                <w:numId w:val="47"/>
              </w:numPr>
            </w:pPr>
            <w:r>
              <w:t xml:space="preserve">Support for public Windows </w:t>
            </w:r>
            <w:proofErr w:type="spellStart"/>
            <w:r>
              <w:t>IOCTLs</w:t>
            </w:r>
            <w:proofErr w:type="spellEnd"/>
            <w:r>
              <w:t xml:space="preserve"> introduced in Windows 10</w:t>
            </w:r>
          </w:p>
          <w:p w:rsidR="007C6AA7" w:rsidRDefault="002A20E7" w:rsidP="002A20E7">
            <w:pPr>
              <w:pStyle w:val="ListParagraph"/>
              <w:numPr>
                <w:ilvl w:val="0"/>
                <w:numId w:val="47"/>
              </w:numPr>
            </w:pPr>
            <w:r>
              <w:t xml:space="preserve">Support for features and functionality defined in the </w:t>
            </w:r>
            <w:proofErr w:type="spellStart"/>
            <w:r>
              <w:t>NVMe</w:t>
            </w:r>
            <w:proofErr w:type="spellEnd"/>
            <w:r>
              <w:t xml:space="preserve"> 1.3 specification </w:t>
            </w:r>
          </w:p>
          <w:p w:rsidR="007C6AA7" w:rsidRDefault="007C6AA7" w:rsidP="008E7B20">
            <w:r>
              <w:t xml:space="preserve"> </w:t>
            </w:r>
          </w:p>
        </w:tc>
      </w:tr>
      <w:tr w:rsidR="002D1F15" w:rsidRPr="004C7D38" w:rsidTr="00FF48DE">
        <w:trPr>
          <w:cantSplit/>
          <w:trHeight w:val="244"/>
          <w:tblCellSpacing w:w="0" w:type="dxa"/>
        </w:trPr>
        <w:tc>
          <w:tcPr>
            <w:tcW w:w="809"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707" w:type="pct"/>
            <w:vAlign w:val="center"/>
          </w:tcPr>
          <w:p w:rsidR="002D1F15" w:rsidRDefault="002D1F15">
            <w:pPr>
              <w:spacing w:before="40" w:after="40"/>
              <w:jc w:val="center"/>
              <w:rPr>
                <w:szCs w:val="18"/>
              </w:rPr>
            </w:pPr>
            <w:r>
              <w:rPr>
                <w:szCs w:val="18"/>
              </w:rPr>
              <w:t>012</w:t>
            </w:r>
          </w:p>
        </w:tc>
        <w:tc>
          <w:tcPr>
            <w:tcW w:w="1061" w:type="pct"/>
            <w:shd w:val="clear" w:color="auto" w:fill="auto"/>
            <w:vAlign w:val="center"/>
          </w:tcPr>
          <w:p w:rsidR="002D1F15" w:rsidRDefault="002D1F15">
            <w:pPr>
              <w:spacing w:before="40" w:after="40"/>
              <w:jc w:val="center"/>
              <w:rPr>
                <w:szCs w:val="18"/>
              </w:rPr>
            </w:pPr>
            <w:r>
              <w:rPr>
                <w:szCs w:val="18"/>
              </w:rPr>
              <w:t>3.2.0.1002</w:t>
            </w:r>
          </w:p>
        </w:tc>
        <w:tc>
          <w:tcPr>
            <w:tcW w:w="2422" w:type="pct"/>
            <w:shd w:val="clear" w:color="auto" w:fill="auto"/>
            <w:vAlign w:val="center"/>
          </w:tcPr>
          <w:p w:rsidR="002D1F15" w:rsidRDefault="002D1F15" w:rsidP="002D1F15">
            <w:r>
              <w:t>New for this release:</w:t>
            </w:r>
          </w:p>
          <w:p w:rsidR="002D1F15" w:rsidRDefault="00394D40" w:rsidP="002D1F15">
            <w:pPr>
              <w:pStyle w:val="ListParagraph"/>
              <w:numPr>
                <w:ilvl w:val="0"/>
                <w:numId w:val="47"/>
              </w:numPr>
            </w:pPr>
            <w:r>
              <w:t xml:space="preserve">Support for Intel </w:t>
            </w:r>
            <w:proofErr w:type="spellStart"/>
            <w:r>
              <w:t>Optane</w:t>
            </w:r>
            <w:proofErr w:type="spellEnd"/>
            <w:r w:rsidR="004C7DFA">
              <w:t xml:space="preserve"> DC</w:t>
            </w:r>
            <w:r>
              <w:t xml:space="preserve"> </w:t>
            </w:r>
            <w:proofErr w:type="spellStart"/>
            <w:r>
              <w:t>P4800X</w:t>
            </w:r>
            <w:proofErr w:type="spellEnd"/>
            <w:r w:rsidR="002D1F15">
              <w:t xml:space="preserve"> Series</w:t>
            </w:r>
          </w:p>
          <w:p w:rsidR="002D1F15" w:rsidRDefault="002D1F15" w:rsidP="00DE7CD3">
            <w:r>
              <w:t xml:space="preserve"> </w:t>
            </w:r>
          </w:p>
        </w:tc>
      </w:tr>
      <w:tr w:rsidR="00EE3543" w:rsidRPr="004C7D38" w:rsidTr="007C6AA7">
        <w:trPr>
          <w:cantSplit/>
          <w:trHeight w:val="244"/>
          <w:tblCellSpacing w:w="0" w:type="dxa"/>
        </w:trPr>
        <w:tc>
          <w:tcPr>
            <w:tcW w:w="810"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707" w:type="pct"/>
            <w:vAlign w:val="center"/>
          </w:tcPr>
          <w:p w:rsidR="00EE3543" w:rsidRDefault="00EE3543">
            <w:pPr>
              <w:spacing w:before="40" w:after="40"/>
              <w:jc w:val="center"/>
              <w:rPr>
                <w:szCs w:val="18"/>
              </w:rPr>
            </w:pPr>
            <w:r>
              <w:rPr>
                <w:szCs w:val="18"/>
              </w:rPr>
              <w:t>011</w:t>
            </w:r>
          </w:p>
        </w:tc>
        <w:tc>
          <w:tcPr>
            <w:tcW w:w="1061" w:type="pct"/>
            <w:shd w:val="clear" w:color="auto" w:fill="auto"/>
            <w:vAlign w:val="center"/>
          </w:tcPr>
          <w:p w:rsidR="00EE3543" w:rsidRDefault="00EE3543">
            <w:pPr>
              <w:spacing w:before="40" w:after="40"/>
              <w:jc w:val="center"/>
              <w:rPr>
                <w:szCs w:val="18"/>
              </w:rPr>
            </w:pPr>
            <w:r>
              <w:rPr>
                <w:szCs w:val="18"/>
              </w:rPr>
              <w:t>3.1.0.1021</w:t>
            </w:r>
          </w:p>
        </w:tc>
        <w:tc>
          <w:tcPr>
            <w:tcW w:w="2422" w:type="pct"/>
            <w:shd w:val="clear" w:color="auto" w:fill="auto"/>
            <w:vAlign w:val="center"/>
          </w:tcPr>
          <w:p w:rsidR="00EE3543" w:rsidRDefault="00EE3543" w:rsidP="00DE7CD3">
            <w:r>
              <w:t>New for this release:</w:t>
            </w:r>
          </w:p>
          <w:p w:rsidR="00EE3543" w:rsidRDefault="00EE3543" w:rsidP="008E7B20">
            <w:pPr>
              <w:pStyle w:val="ListParagraph"/>
              <w:numPr>
                <w:ilvl w:val="0"/>
                <w:numId w:val="47"/>
              </w:numPr>
            </w:pPr>
            <w:r>
              <w:t xml:space="preserve">Fixed </w:t>
            </w:r>
            <w:proofErr w:type="spellStart"/>
            <w:r>
              <w:t>BSOD</w:t>
            </w:r>
            <w:proofErr w:type="spellEnd"/>
            <w:r>
              <w:t>/enumeration issue during hot plug</w:t>
            </w:r>
          </w:p>
          <w:p w:rsidR="00EE3543" w:rsidRDefault="00EE3543" w:rsidP="008E7B20">
            <w:pPr>
              <w:pStyle w:val="ListParagraph"/>
              <w:numPr>
                <w:ilvl w:val="0"/>
                <w:numId w:val="47"/>
              </w:numPr>
            </w:pPr>
            <w:r>
              <w:t xml:space="preserve">Fixed </w:t>
            </w:r>
            <w:proofErr w:type="spellStart"/>
            <w:r>
              <w:t>BSOD</w:t>
            </w:r>
            <w:proofErr w:type="spellEnd"/>
            <w:r>
              <w:t xml:space="preserve"> during Windows 7 OS installation </w:t>
            </w:r>
          </w:p>
          <w:p w:rsidR="00EE3543" w:rsidRDefault="00EE3543" w:rsidP="00DE7CD3"/>
        </w:tc>
      </w:tr>
      <w:tr w:rsidR="00DE7CD3" w:rsidRPr="004C7D38" w:rsidTr="007C6AA7">
        <w:trPr>
          <w:cantSplit/>
          <w:trHeight w:val="244"/>
          <w:tblCellSpacing w:w="0" w:type="dxa"/>
        </w:trPr>
        <w:tc>
          <w:tcPr>
            <w:tcW w:w="810"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707" w:type="pct"/>
            <w:vAlign w:val="center"/>
          </w:tcPr>
          <w:p w:rsidR="00DE7CD3" w:rsidRDefault="00DE7CD3">
            <w:pPr>
              <w:spacing w:before="40" w:after="40"/>
              <w:jc w:val="center"/>
              <w:rPr>
                <w:szCs w:val="18"/>
              </w:rPr>
            </w:pPr>
            <w:r>
              <w:rPr>
                <w:szCs w:val="18"/>
              </w:rPr>
              <w:t>010</w:t>
            </w:r>
          </w:p>
        </w:tc>
        <w:tc>
          <w:tcPr>
            <w:tcW w:w="1061" w:type="pct"/>
            <w:shd w:val="clear" w:color="auto" w:fill="auto"/>
            <w:vAlign w:val="center"/>
          </w:tcPr>
          <w:p w:rsidR="00DE7CD3" w:rsidRDefault="00DE7CD3">
            <w:pPr>
              <w:spacing w:before="40" w:after="40"/>
              <w:jc w:val="center"/>
              <w:rPr>
                <w:szCs w:val="18"/>
              </w:rPr>
            </w:pPr>
            <w:r>
              <w:rPr>
                <w:szCs w:val="18"/>
              </w:rPr>
              <w:t>3.1.0.1009</w:t>
            </w:r>
          </w:p>
        </w:tc>
        <w:tc>
          <w:tcPr>
            <w:tcW w:w="2422" w:type="pct"/>
            <w:shd w:val="clear" w:color="auto" w:fill="auto"/>
            <w:vAlign w:val="center"/>
          </w:tcPr>
          <w:p w:rsidR="00DE7CD3" w:rsidRDefault="00DE7CD3" w:rsidP="00DE7CD3">
            <w:r>
              <w:t>New for this release</w:t>
            </w:r>
            <w:r w:rsidRPr="00FF22A1">
              <w:t>:</w:t>
            </w:r>
          </w:p>
          <w:p w:rsidR="00DE7CD3" w:rsidRDefault="00DE7CD3" w:rsidP="00DE7CD3">
            <w:pPr>
              <w:pStyle w:val="ListParagraph"/>
              <w:numPr>
                <w:ilvl w:val="0"/>
                <w:numId w:val="47"/>
              </w:numPr>
            </w:pPr>
            <w:r>
              <w:t xml:space="preserve">Support for additional </w:t>
            </w:r>
            <w:proofErr w:type="spellStart"/>
            <w:r>
              <w:t>P4600</w:t>
            </w:r>
            <w:proofErr w:type="spellEnd"/>
            <w:r>
              <w:t xml:space="preserve"> Intel Datacenter </w:t>
            </w:r>
            <w:proofErr w:type="spellStart"/>
            <w:r>
              <w:t>SSD</w:t>
            </w:r>
            <w:proofErr w:type="spellEnd"/>
            <w:r>
              <w:t xml:space="preserve"> Series</w:t>
            </w:r>
            <w:r w:rsidR="0017505E">
              <w:t xml:space="preserve"> </w:t>
            </w:r>
            <w:proofErr w:type="spellStart"/>
            <w:r w:rsidR="0017505E">
              <w:t>skus</w:t>
            </w:r>
            <w:proofErr w:type="spellEnd"/>
            <w:r w:rsidR="0017505E">
              <w:t>, not currently supported in prior driver release</w:t>
            </w:r>
          </w:p>
          <w:p w:rsidR="00DE7CD3" w:rsidRDefault="00DE7CD3" w:rsidP="00DE7CD3">
            <w:pPr>
              <w:pStyle w:val="ListParagraph"/>
              <w:numPr>
                <w:ilvl w:val="0"/>
                <w:numId w:val="47"/>
              </w:numPr>
            </w:pPr>
            <w:r>
              <w:t xml:space="preserve">Updates to SCSI translation for commands including Mode Select, Read Capacity, Security IN, and </w:t>
            </w:r>
            <w:proofErr w:type="spellStart"/>
            <w:r>
              <w:t>EUI64</w:t>
            </w:r>
            <w:proofErr w:type="spellEnd"/>
          </w:p>
          <w:p w:rsidR="00DE7CD3" w:rsidRDefault="00DE7CD3" w:rsidP="00DE7CD3">
            <w:r>
              <w:t xml:space="preserve"> </w:t>
            </w:r>
          </w:p>
        </w:tc>
      </w:tr>
      <w:tr w:rsidR="00181D50" w:rsidRPr="004C7D38" w:rsidTr="007C6AA7">
        <w:trPr>
          <w:cantSplit/>
          <w:trHeight w:val="244"/>
          <w:tblCellSpacing w:w="0" w:type="dxa"/>
        </w:trPr>
        <w:tc>
          <w:tcPr>
            <w:tcW w:w="810" w:type="pct"/>
            <w:shd w:val="clear" w:color="auto" w:fill="auto"/>
            <w:vAlign w:val="center"/>
          </w:tcPr>
          <w:p w:rsidR="00181D50" w:rsidRDefault="00181D50">
            <w:pPr>
              <w:spacing w:before="40" w:after="40"/>
              <w:jc w:val="center"/>
              <w:rPr>
                <w:color w:val="000000"/>
                <w:szCs w:val="18"/>
              </w:rPr>
            </w:pPr>
            <w:r>
              <w:rPr>
                <w:color w:val="000000"/>
                <w:szCs w:val="18"/>
              </w:rPr>
              <w:lastRenderedPageBreak/>
              <w:t>May</w:t>
            </w:r>
          </w:p>
        </w:tc>
        <w:tc>
          <w:tcPr>
            <w:tcW w:w="707" w:type="pct"/>
            <w:vAlign w:val="center"/>
          </w:tcPr>
          <w:p w:rsidR="00181D50" w:rsidRDefault="00181D50">
            <w:pPr>
              <w:spacing w:before="40" w:after="40"/>
              <w:jc w:val="center"/>
              <w:rPr>
                <w:szCs w:val="18"/>
              </w:rPr>
            </w:pPr>
            <w:r>
              <w:rPr>
                <w:szCs w:val="18"/>
              </w:rPr>
              <w:t>009</w:t>
            </w:r>
          </w:p>
        </w:tc>
        <w:tc>
          <w:tcPr>
            <w:tcW w:w="1061" w:type="pct"/>
            <w:shd w:val="clear" w:color="auto" w:fill="auto"/>
            <w:vAlign w:val="center"/>
          </w:tcPr>
          <w:p w:rsidR="00181D50" w:rsidRPr="00C218B9" w:rsidRDefault="001B7D09">
            <w:pPr>
              <w:spacing w:before="40" w:after="40"/>
              <w:jc w:val="center"/>
              <w:rPr>
                <w:szCs w:val="18"/>
              </w:rPr>
            </w:pPr>
            <w:r>
              <w:rPr>
                <w:szCs w:val="18"/>
              </w:rPr>
              <w:t>3.0.0.1013</w:t>
            </w:r>
          </w:p>
        </w:tc>
        <w:tc>
          <w:tcPr>
            <w:tcW w:w="2422" w:type="pct"/>
            <w:shd w:val="clear" w:color="auto" w:fill="auto"/>
            <w:vAlign w:val="center"/>
          </w:tcPr>
          <w:p w:rsidR="00181D50" w:rsidRDefault="00925B8A" w:rsidP="00181D50">
            <w:r>
              <w:t>New for this release</w:t>
            </w:r>
            <w:r w:rsidR="00181D50" w:rsidRPr="00FF22A1">
              <w:t>:</w:t>
            </w:r>
          </w:p>
          <w:p w:rsidR="00181D50" w:rsidRDefault="00436AC9" w:rsidP="00181D50">
            <w:pPr>
              <w:pStyle w:val="ListParagraph"/>
              <w:numPr>
                <w:ilvl w:val="0"/>
                <w:numId w:val="47"/>
              </w:numPr>
            </w:pPr>
            <w:r>
              <w:t xml:space="preserve">Support for </w:t>
            </w:r>
            <w:proofErr w:type="spellStart"/>
            <w:r>
              <w:t>P4500</w:t>
            </w:r>
            <w:proofErr w:type="spellEnd"/>
            <w:r>
              <w:t xml:space="preserve"> and</w:t>
            </w:r>
            <w:r w:rsidR="00CD0CC5">
              <w:t xml:space="preserve"> </w:t>
            </w:r>
            <w:proofErr w:type="spellStart"/>
            <w:r>
              <w:t>P4600</w:t>
            </w:r>
            <w:proofErr w:type="spellEnd"/>
            <w:r>
              <w:t xml:space="preserve"> </w:t>
            </w:r>
            <w:r w:rsidR="00CD0CC5">
              <w:t xml:space="preserve">Intel Datacenter </w:t>
            </w:r>
            <w:proofErr w:type="spellStart"/>
            <w:r w:rsidR="00CD0CC5">
              <w:t>SSD</w:t>
            </w:r>
            <w:proofErr w:type="spellEnd"/>
            <w:r w:rsidR="00CD0CC5">
              <w:t xml:space="preserve"> Series</w:t>
            </w:r>
          </w:p>
          <w:p w:rsidR="00CD0CC5" w:rsidRDefault="00CD0CC5" w:rsidP="00181D50">
            <w:pPr>
              <w:pStyle w:val="ListParagraph"/>
              <w:numPr>
                <w:ilvl w:val="0"/>
                <w:numId w:val="47"/>
              </w:numPr>
            </w:pPr>
            <w:r>
              <w:t>Hardened Driver Security</w:t>
            </w:r>
          </w:p>
          <w:p w:rsidR="00CD0CC5" w:rsidRDefault="00CD0CC5" w:rsidP="00181D50">
            <w:pPr>
              <w:pStyle w:val="ListParagraph"/>
              <w:numPr>
                <w:ilvl w:val="0"/>
                <w:numId w:val="47"/>
              </w:numPr>
            </w:pPr>
            <w:r>
              <w:t xml:space="preserve">Updated to </w:t>
            </w:r>
            <w:proofErr w:type="spellStart"/>
            <w:r>
              <w:t>NVMe</w:t>
            </w:r>
            <w:proofErr w:type="spellEnd"/>
            <w:r>
              <w:t xml:space="preserve"> Spec </w:t>
            </w:r>
            <w:proofErr w:type="spellStart"/>
            <w:r>
              <w:t>1.2c</w:t>
            </w:r>
            <w:proofErr w:type="spellEnd"/>
          </w:p>
          <w:p w:rsidR="00CD0CC5" w:rsidRDefault="00CD0CC5" w:rsidP="00181D50">
            <w:pPr>
              <w:pStyle w:val="ListParagraph"/>
              <w:numPr>
                <w:ilvl w:val="0"/>
                <w:numId w:val="47"/>
              </w:numPr>
            </w:pPr>
            <w:r>
              <w:t>Added support for Get/Set Feature Payloads when using vendor unique feature IDs</w:t>
            </w:r>
          </w:p>
          <w:p w:rsidR="00CD0CC5" w:rsidRPr="00FF22A1" w:rsidRDefault="00CD0CC5" w:rsidP="00181D50">
            <w:pPr>
              <w:pStyle w:val="ListParagraph"/>
              <w:numPr>
                <w:ilvl w:val="0"/>
                <w:numId w:val="47"/>
              </w:numPr>
            </w:pPr>
            <w:r>
              <w:t>Added support for the Storage Firmware Update IOCTL</w:t>
            </w:r>
          </w:p>
        </w:tc>
      </w:tr>
      <w:tr w:rsidR="00C218B9" w:rsidRPr="004C7D38" w:rsidTr="007C6AA7">
        <w:trPr>
          <w:cantSplit/>
          <w:trHeight w:val="244"/>
          <w:tblCellSpacing w:w="0" w:type="dxa"/>
        </w:trPr>
        <w:tc>
          <w:tcPr>
            <w:tcW w:w="810" w:type="pct"/>
            <w:shd w:val="clear" w:color="auto" w:fill="auto"/>
            <w:vAlign w:val="center"/>
          </w:tcPr>
          <w:p w:rsidR="00C218B9" w:rsidRDefault="00C218B9">
            <w:pPr>
              <w:spacing w:before="40" w:after="40"/>
              <w:jc w:val="center"/>
              <w:rPr>
                <w:color w:val="000000"/>
                <w:szCs w:val="18"/>
              </w:rPr>
            </w:pPr>
            <w:r>
              <w:rPr>
                <w:color w:val="000000"/>
                <w:szCs w:val="18"/>
              </w:rPr>
              <w:t>November</w:t>
            </w:r>
          </w:p>
        </w:tc>
        <w:tc>
          <w:tcPr>
            <w:tcW w:w="707" w:type="pct"/>
            <w:vAlign w:val="center"/>
          </w:tcPr>
          <w:p w:rsidR="00C218B9" w:rsidRDefault="00C218B9">
            <w:pPr>
              <w:spacing w:before="40" w:after="40"/>
              <w:jc w:val="center"/>
              <w:rPr>
                <w:szCs w:val="18"/>
              </w:rPr>
            </w:pPr>
            <w:r>
              <w:rPr>
                <w:szCs w:val="18"/>
              </w:rPr>
              <w:t>008</w:t>
            </w:r>
          </w:p>
        </w:tc>
        <w:tc>
          <w:tcPr>
            <w:tcW w:w="1061"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2422" w:type="pct"/>
            <w:shd w:val="clear" w:color="auto" w:fill="auto"/>
            <w:vAlign w:val="center"/>
          </w:tcPr>
          <w:p w:rsidR="00C218B9" w:rsidRDefault="00C218B9" w:rsidP="00FF48DE">
            <w:r w:rsidRPr="00FF22A1">
              <w:t>The following was fixed in this release:</w:t>
            </w:r>
          </w:p>
          <w:p w:rsidR="00C218B9" w:rsidRDefault="00C218B9" w:rsidP="00FF48DE">
            <w:pPr>
              <w:pStyle w:val="ListParagraph"/>
              <w:numPr>
                <w:ilvl w:val="0"/>
                <w:numId w:val="47"/>
              </w:numPr>
            </w:pPr>
            <w:r>
              <w:t xml:space="preserve">Unified driver build for </w:t>
            </w:r>
            <w:proofErr w:type="spellStart"/>
            <w:r>
              <w:t>P3520</w:t>
            </w:r>
            <w:proofErr w:type="spellEnd"/>
            <w:r>
              <w:t xml:space="preserve"> &amp; other Intel Datacenter </w:t>
            </w:r>
            <w:proofErr w:type="spellStart"/>
            <w:r>
              <w:t>SSD</w:t>
            </w:r>
            <w:proofErr w:type="spellEnd"/>
            <w:r>
              <w:t xml:space="preserve"> Series</w:t>
            </w:r>
          </w:p>
          <w:p w:rsidR="00C218B9" w:rsidRDefault="00C218B9" w:rsidP="00FF48DE">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FF48DE">
            <w:pPr>
              <w:pStyle w:val="ListParagraph"/>
              <w:numPr>
                <w:ilvl w:val="0"/>
                <w:numId w:val="47"/>
              </w:numPr>
            </w:pPr>
            <w:r>
              <w:t>Adding support for the Windows 10 FW Update IOCTL</w:t>
            </w:r>
          </w:p>
          <w:p w:rsidR="00C218B9" w:rsidRDefault="00C218B9" w:rsidP="00FF48DE">
            <w:pPr>
              <w:pStyle w:val="ListParagraph"/>
              <w:numPr>
                <w:ilvl w:val="0"/>
                <w:numId w:val="47"/>
              </w:numPr>
            </w:pPr>
            <w:r>
              <w:t>Fixed Yellow Bang after surprise hot-plug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queue full condition with I/O</w:t>
            </w:r>
          </w:p>
          <w:p w:rsidR="00C218B9" w:rsidRDefault="00C218B9" w:rsidP="00FF48DE">
            <w:pPr>
              <w:pStyle w:val="ListParagraph"/>
              <w:numPr>
                <w:ilvl w:val="0"/>
                <w:numId w:val="47"/>
              </w:numPr>
            </w:pPr>
            <w:r>
              <w:t xml:space="preserve">Fixed </w:t>
            </w:r>
            <w:proofErr w:type="spellStart"/>
            <w:r>
              <w:t>BSOD</w:t>
            </w:r>
            <w:proofErr w:type="spellEnd"/>
            <w:r>
              <w:t xml:space="preserve"> during </w:t>
            </w:r>
            <w:proofErr w:type="spellStart"/>
            <w:r>
              <w:t>S3</w:t>
            </w:r>
            <w:proofErr w:type="spellEnd"/>
            <w:r>
              <w:t xml:space="preserve"> resume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device power down that occurs in some cases on Windows 7</w:t>
            </w:r>
          </w:p>
        </w:tc>
      </w:tr>
      <w:tr w:rsidR="00AB11CB" w:rsidRPr="004C7D38" w:rsidTr="007C6AA7">
        <w:trPr>
          <w:cantSplit/>
          <w:trHeight w:val="244"/>
          <w:tblCellSpacing w:w="0" w:type="dxa"/>
        </w:trPr>
        <w:tc>
          <w:tcPr>
            <w:tcW w:w="810" w:type="pct"/>
            <w:vMerge w:val="restart"/>
            <w:shd w:val="clear" w:color="auto" w:fill="auto"/>
            <w:vAlign w:val="center"/>
          </w:tcPr>
          <w:p w:rsidR="005356D8" w:rsidRPr="00FF22A1" w:rsidRDefault="005356D8">
            <w:pPr>
              <w:spacing w:before="40" w:after="40"/>
              <w:jc w:val="center"/>
              <w:rPr>
                <w:color w:val="000000"/>
                <w:szCs w:val="18"/>
              </w:rPr>
            </w:pPr>
            <w:r>
              <w:rPr>
                <w:color w:val="000000"/>
                <w:szCs w:val="18"/>
              </w:rPr>
              <w:t>August 2016</w:t>
            </w:r>
          </w:p>
        </w:tc>
        <w:tc>
          <w:tcPr>
            <w:tcW w:w="707" w:type="pct"/>
            <w:vMerge w:val="restart"/>
            <w:vAlign w:val="center"/>
          </w:tcPr>
          <w:p w:rsidR="005356D8" w:rsidRDefault="005356D8">
            <w:pPr>
              <w:spacing w:before="40" w:after="40"/>
              <w:jc w:val="center"/>
              <w:rPr>
                <w:szCs w:val="18"/>
              </w:rPr>
            </w:pPr>
            <w:r>
              <w:rPr>
                <w:szCs w:val="18"/>
              </w:rPr>
              <w:t>007</w:t>
            </w:r>
          </w:p>
        </w:tc>
        <w:tc>
          <w:tcPr>
            <w:tcW w:w="1061" w:type="pct"/>
            <w:shd w:val="clear" w:color="auto" w:fill="auto"/>
            <w:vAlign w:val="center"/>
          </w:tcPr>
          <w:p w:rsidR="005356D8" w:rsidRPr="00FF22A1" w:rsidRDefault="005356D8">
            <w:pPr>
              <w:spacing w:before="40" w:after="40"/>
              <w:jc w:val="center"/>
              <w:rPr>
                <w:szCs w:val="18"/>
              </w:rPr>
            </w:pPr>
            <w:proofErr w:type="spellStart"/>
            <w:r w:rsidRPr="005356D8">
              <w:rPr>
                <w:szCs w:val="18"/>
              </w:rPr>
              <w:t>1.6.0.1001_x32-x64_P3520_only</w:t>
            </w:r>
            <w:proofErr w:type="spellEnd"/>
          </w:p>
        </w:tc>
        <w:tc>
          <w:tcPr>
            <w:tcW w:w="2422" w:type="pct"/>
            <w:shd w:val="clear" w:color="auto" w:fill="auto"/>
            <w:vAlign w:val="center"/>
          </w:tcPr>
          <w:p w:rsidR="005356D8" w:rsidRDefault="005356D8" w:rsidP="00FF48DE">
            <w:r>
              <w:t xml:space="preserve">Added support for </w:t>
            </w:r>
            <w:proofErr w:type="spellStart"/>
            <w:r>
              <w:t>P3520</w:t>
            </w:r>
            <w:proofErr w:type="spellEnd"/>
            <w:r>
              <w:t xml:space="preserve"> device</w:t>
            </w:r>
          </w:p>
        </w:tc>
      </w:tr>
      <w:tr w:rsidR="00AB11CB" w:rsidRPr="004C7D38" w:rsidTr="007C6AA7">
        <w:trPr>
          <w:cantSplit/>
          <w:trHeight w:val="244"/>
          <w:tblCellSpacing w:w="0" w:type="dxa"/>
        </w:trPr>
        <w:tc>
          <w:tcPr>
            <w:tcW w:w="810" w:type="pct"/>
            <w:vMerge/>
            <w:shd w:val="clear" w:color="auto" w:fill="auto"/>
            <w:vAlign w:val="center"/>
          </w:tcPr>
          <w:p w:rsidR="005356D8" w:rsidRPr="00FF22A1" w:rsidRDefault="005356D8">
            <w:pPr>
              <w:spacing w:before="40" w:after="40"/>
              <w:jc w:val="center"/>
              <w:rPr>
                <w:color w:val="000000"/>
                <w:szCs w:val="18"/>
              </w:rPr>
            </w:pPr>
          </w:p>
        </w:tc>
        <w:tc>
          <w:tcPr>
            <w:tcW w:w="707" w:type="pct"/>
            <w:vMerge/>
            <w:vAlign w:val="center"/>
          </w:tcPr>
          <w:p w:rsidR="005356D8" w:rsidRDefault="005356D8">
            <w:pPr>
              <w:spacing w:before="40" w:after="40"/>
              <w:jc w:val="center"/>
              <w:rPr>
                <w:szCs w:val="18"/>
              </w:rPr>
            </w:pPr>
          </w:p>
        </w:tc>
        <w:tc>
          <w:tcPr>
            <w:tcW w:w="1061" w:type="pct"/>
            <w:shd w:val="clear" w:color="auto" w:fill="auto"/>
            <w:vAlign w:val="center"/>
          </w:tcPr>
          <w:p w:rsidR="005356D8" w:rsidRPr="00FF22A1" w:rsidRDefault="005356D8">
            <w:pPr>
              <w:spacing w:before="40" w:after="40"/>
              <w:jc w:val="center"/>
              <w:rPr>
                <w:szCs w:val="18"/>
              </w:rPr>
            </w:pPr>
            <w:r w:rsidRPr="00FF22A1">
              <w:rPr>
                <w:szCs w:val="18"/>
              </w:rPr>
              <w:t>1.7.0.1002</w:t>
            </w:r>
          </w:p>
        </w:tc>
        <w:tc>
          <w:tcPr>
            <w:tcW w:w="2422" w:type="pct"/>
            <w:shd w:val="clear" w:color="auto" w:fill="auto"/>
            <w:vAlign w:val="center"/>
          </w:tcPr>
          <w:p w:rsidR="005356D8" w:rsidRDefault="005356D8" w:rsidP="00FF48DE">
            <w:r>
              <w:t xml:space="preserve">No support for </w:t>
            </w:r>
            <w:proofErr w:type="spellStart"/>
            <w:r>
              <w:t>P3520</w:t>
            </w:r>
            <w:proofErr w:type="spellEnd"/>
            <w:r>
              <w:t xml:space="preserve"> device</w:t>
            </w:r>
          </w:p>
        </w:tc>
      </w:tr>
      <w:tr w:rsidR="00AB11CB" w:rsidRPr="004C7D38" w:rsidTr="007C6AA7">
        <w:trPr>
          <w:cantSplit/>
          <w:trHeight w:val="244"/>
          <w:tblCellSpacing w:w="0" w:type="dxa"/>
        </w:trPr>
        <w:tc>
          <w:tcPr>
            <w:tcW w:w="810"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July 2016</w:t>
            </w:r>
          </w:p>
        </w:tc>
        <w:tc>
          <w:tcPr>
            <w:tcW w:w="707" w:type="pct"/>
            <w:vMerge w:val="restart"/>
            <w:vAlign w:val="center"/>
          </w:tcPr>
          <w:p w:rsidR="00D93B43" w:rsidRPr="00FF22A1" w:rsidRDefault="00D93B43">
            <w:pPr>
              <w:spacing w:before="40" w:after="40"/>
              <w:jc w:val="center"/>
              <w:rPr>
                <w:szCs w:val="18"/>
              </w:rPr>
            </w:pPr>
            <w:r>
              <w:rPr>
                <w:szCs w:val="18"/>
              </w:rPr>
              <w:t>006</w:t>
            </w: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1.7.0.1002</w:t>
            </w:r>
          </w:p>
        </w:tc>
        <w:tc>
          <w:tcPr>
            <w:tcW w:w="2422" w:type="pct"/>
            <w:shd w:val="clear" w:color="auto" w:fill="auto"/>
            <w:vAlign w:val="center"/>
          </w:tcPr>
          <w:p w:rsidR="00D93B43" w:rsidRPr="00FF22A1" w:rsidRDefault="00D93B43">
            <w:r w:rsidRPr="00FF22A1">
              <w:t>The following was fixed in this release:</w:t>
            </w:r>
          </w:p>
          <w:p w:rsidR="00D93B43" w:rsidRPr="00FF22A1" w:rsidRDefault="00D93B43">
            <w:pPr>
              <w:pStyle w:val="ListParagraph"/>
            </w:pPr>
            <w:proofErr w:type="spellStart"/>
            <w:r w:rsidRPr="00FF22A1">
              <w:t>BSOD</w:t>
            </w:r>
            <w:proofErr w:type="spellEnd"/>
            <w:r w:rsidRPr="00FF22A1">
              <w:t xml:space="preserve"> during continuous reboot testing</w:t>
            </w:r>
          </w:p>
          <w:p w:rsidR="00D93B43" w:rsidRPr="00FF22A1" w:rsidRDefault="00D93B43">
            <w:pPr>
              <w:pStyle w:val="ListParagraph"/>
            </w:pPr>
            <w:proofErr w:type="spellStart"/>
            <w:r w:rsidRPr="00FF22A1">
              <w:t>NVMe</w:t>
            </w:r>
            <w:proofErr w:type="spellEnd"/>
            <w:r w:rsidRPr="00FF22A1">
              <w:t xml:space="preserve"> </w:t>
            </w:r>
            <w:proofErr w:type="spellStart"/>
            <w:r w:rsidRPr="00FF22A1">
              <w:t>DVL</w:t>
            </w:r>
            <w:proofErr w:type="spellEnd"/>
            <w:r w:rsidRPr="00FF22A1">
              <w:t xml:space="preserve"> errors blocking Windows Server 2016 Certification</w:t>
            </w:r>
          </w:p>
        </w:tc>
      </w:tr>
      <w:tr w:rsidR="00AB11CB" w:rsidRPr="004C7D38" w:rsidTr="007C6AA7">
        <w:trPr>
          <w:cantSplit/>
          <w:trHeight w:val="244"/>
          <w:tblCellSpacing w:w="0" w:type="dxa"/>
        </w:trPr>
        <w:tc>
          <w:tcPr>
            <w:tcW w:w="810" w:type="pct"/>
            <w:shd w:val="clear" w:color="auto" w:fill="auto"/>
            <w:vAlign w:val="center"/>
          </w:tcPr>
          <w:p w:rsidR="00D93B43" w:rsidRPr="00FF22A1" w:rsidRDefault="00D93B43">
            <w:pPr>
              <w:spacing w:before="40" w:after="40"/>
              <w:jc w:val="center"/>
              <w:rPr>
                <w:color w:val="000000"/>
                <w:szCs w:val="18"/>
              </w:rPr>
            </w:pPr>
            <w:r w:rsidRPr="00FF22A1">
              <w:rPr>
                <w:color w:val="000000"/>
                <w:szCs w:val="18"/>
              </w:rPr>
              <w:t>June 2016</w:t>
            </w:r>
          </w:p>
        </w:tc>
        <w:tc>
          <w:tcPr>
            <w:tcW w:w="707" w:type="pct"/>
            <w:vMerge/>
            <w:vAlign w:val="center"/>
          </w:tcPr>
          <w:p w:rsidR="00D93B43" w:rsidRPr="00FF22A1" w:rsidRDefault="00D93B43">
            <w:pPr>
              <w:spacing w:before="40" w:after="40"/>
              <w:jc w:val="center"/>
              <w:rPr>
                <w:szCs w:val="18"/>
              </w:rPr>
            </w:pPr>
          </w:p>
        </w:tc>
        <w:tc>
          <w:tcPr>
            <w:tcW w:w="1061" w:type="pct"/>
            <w:shd w:val="clear" w:color="auto" w:fill="auto"/>
            <w:vAlign w:val="center"/>
          </w:tcPr>
          <w:p w:rsidR="00D93B43" w:rsidRPr="00FF22A1" w:rsidRDefault="00D93B43">
            <w:pPr>
              <w:spacing w:before="40" w:after="40"/>
              <w:jc w:val="center"/>
              <w:rPr>
                <w:szCs w:val="18"/>
              </w:rPr>
            </w:pPr>
            <w:r w:rsidRPr="00FF22A1">
              <w:rPr>
                <w:szCs w:val="18"/>
              </w:rPr>
              <w:t>1.6.0.1001</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Pr="00FF22A1" w:rsidRDefault="00D93B43">
            <w:pPr>
              <w:pStyle w:val="ListParagraph"/>
            </w:pPr>
            <w:proofErr w:type="spellStart"/>
            <w:r>
              <w:t>P3520</w:t>
            </w:r>
            <w:proofErr w:type="spellEnd"/>
            <w:r>
              <w:t xml:space="preserve"> Dev ID and string recognition added</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lastRenderedPageBreak/>
              <w:t>April 2016</w:t>
            </w:r>
          </w:p>
        </w:tc>
        <w:tc>
          <w:tcPr>
            <w:tcW w:w="707" w:type="pct"/>
            <w:vAlign w:val="center"/>
          </w:tcPr>
          <w:p w:rsidR="00D93B43" w:rsidRDefault="00D93B43">
            <w:pPr>
              <w:spacing w:before="40" w:after="40"/>
              <w:jc w:val="center"/>
              <w:rPr>
                <w:szCs w:val="18"/>
              </w:rPr>
            </w:pPr>
            <w:r>
              <w:rPr>
                <w:szCs w:val="18"/>
              </w:rPr>
              <w:t>005</w:t>
            </w:r>
          </w:p>
        </w:tc>
        <w:tc>
          <w:tcPr>
            <w:tcW w:w="1061" w:type="pct"/>
            <w:shd w:val="clear" w:color="auto" w:fill="auto"/>
            <w:vAlign w:val="center"/>
          </w:tcPr>
          <w:p w:rsidR="00D93B43" w:rsidRDefault="00D93B43">
            <w:pPr>
              <w:spacing w:before="40" w:after="40"/>
              <w:jc w:val="center"/>
              <w:rPr>
                <w:szCs w:val="18"/>
              </w:rPr>
            </w:pPr>
            <w:r>
              <w:rPr>
                <w:szCs w:val="18"/>
              </w:rPr>
              <w:t>1.5.0.1002</w:t>
            </w:r>
          </w:p>
        </w:tc>
        <w:tc>
          <w:tcPr>
            <w:tcW w:w="2422" w:type="pct"/>
            <w:shd w:val="clear" w:color="auto" w:fill="auto"/>
            <w:vAlign w:val="center"/>
          </w:tcPr>
          <w:p w:rsidR="00D93B43" w:rsidRPr="00FF22A1" w:rsidRDefault="00D93B43">
            <w:pPr>
              <w:ind w:left="562" w:hanging="360"/>
            </w:pPr>
            <w:r>
              <w:t>New for this release</w:t>
            </w:r>
            <w:r w:rsidRPr="00FF22A1">
              <w:t>:</w:t>
            </w:r>
          </w:p>
          <w:p w:rsidR="00D93B43" w:rsidRDefault="00D93B43">
            <w:pPr>
              <w:pStyle w:val="ListParagraph"/>
            </w:pPr>
            <w:r>
              <w:t xml:space="preserve">Set SCSI Mode Sense </w:t>
            </w:r>
            <w:proofErr w:type="spellStart"/>
            <w:r>
              <w:t>FUA</w:t>
            </w:r>
            <w:proofErr w:type="spellEnd"/>
            <w:r>
              <w:t xml:space="preserve"> bit as supported</w:t>
            </w:r>
          </w:p>
          <w:p w:rsidR="00D93B43" w:rsidRDefault="00D93B43">
            <w:pPr>
              <w:pStyle w:val="ListParagraph"/>
            </w:pPr>
            <w:r>
              <w:t>Minor performance improvement</w:t>
            </w:r>
          </w:p>
          <w:p w:rsidR="00D93B43" w:rsidRPr="005F47BD" w:rsidRDefault="00D93B43">
            <w:pPr>
              <w:pStyle w:val="ListParagraph"/>
            </w:pPr>
            <w:r>
              <w:t xml:space="preserve">Implement SCSI Verify translation to </w:t>
            </w:r>
            <w:proofErr w:type="spellStart"/>
            <w:r>
              <w:t>NVMe</w:t>
            </w:r>
            <w:proofErr w:type="spellEnd"/>
            <w:r>
              <w:t>*</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September 2015</w:t>
            </w:r>
          </w:p>
        </w:tc>
        <w:tc>
          <w:tcPr>
            <w:tcW w:w="707" w:type="pct"/>
            <w:vAlign w:val="center"/>
          </w:tcPr>
          <w:p w:rsidR="00D93B43" w:rsidRDefault="00D93B43">
            <w:pPr>
              <w:spacing w:before="40" w:after="40"/>
              <w:jc w:val="center"/>
              <w:rPr>
                <w:szCs w:val="18"/>
              </w:rPr>
            </w:pPr>
            <w:r>
              <w:rPr>
                <w:szCs w:val="18"/>
              </w:rPr>
              <w:t>004</w:t>
            </w:r>
          </w:p>
        </w:tc>
        <w:tc>
          <w:tcPr>
            <w:tcW w:w="1061" w:type="pct"/>
            <w:shd w:val="clear" w:color="auto" w:fill="auto"/>
            <w:vAlign w:val="center"/>
          </w:tcPr>
          <w:p w:rsidR="00D93B43" w:rsidRDefault="00D93B43">
            <w:pPr>
              <w:spacing w:before="40" w:after="40"/>
              <w:jc w:val="center"/>
              <w:rPr>
                <w:szCs w:val="18"/>
              </w:rPr>
            </w:pPr>
            <w:r>
              <w:rPr>
                <w:szCs w:val="18"/>
              </w:rPr>
              <w:t>1.3.0.1007</w:t>
            </w:r>
          </w:p>
        </w:tc>
        <w:tc>
          <w:tcPr>
            <w:tcW w:w="2422" w:type="pct"/>
            <w:shd w:val="clear" w:color="auto" w:fill="auto"/>
            <w:vAlign w:val="center"/>
          </w:tcPr>
          <w:p w:rsidR="00D93B43" w:rsidRPr="005F47BD" w:rsidRDefault="00D93B43">
            <w:pPr>
              <w:spacing w:before="120" w:after="120"/>
              <w:ind w:left="144" w:right="144"/>
              <w:rPr>
                <w:szCs w:val="18"/>
              </w:rPr>
            </w:pPr>
            <w:r w:rsidRPr="005F47BD">
              <w:rPr>
                <w:szCs w:val="18"/>
              </w:rPr>
              <w:t>New for this release</w:t>
            </w:r>
            <w:r>
              <w:rPr>
                <w:szCs w:val="18"/>
              </w:rPr>
              <w:t>:</w:t>
            </w:r>
          </w:p>
          <w:p w:rsidR="00D93B43" w:rsidRPr="005F47BD" w:rsidRDefault="00D93B43">
            <w:pPr>
              <w:pStyle w:val="ListParagraph"/>
            </w:pPr>
            <w:r w:rsidRPr="005F47BD">
              <w:t>Windows 10 Certification</w:t>
            </w:r>
          </w:p>
          <w:p w:rsidR="00D93B43" w:rsidRPr="005F47BD" w:rsidRDefault="00D93B43">
            <w:pPr>
              <w:pStyle w:val="ListParagraph"/>
            </w:pPr>
            <w:r w:rsidRPr="005F47BD">
              <w:t xml:space="preserve">Single installer for both </w:t>
            </w:r>
            <w:proofErr w:type="spellStart"/>
            <w:r w:rsidRPr="005F47BD">
              <w:t>x32</w:t>
            </w:r>
            <w:proofErr w:type="spellEnd"/>
            <w:r w:rsidRPr="005F47BD">
              <w:t xml:space="preserve"> and </w:t>
            </w:r>
            <w:proofErr w:type="spellStart"/>
            <w:r w:rsidRPr="005F47BD">
              <w:t>x64</w:t>
            </w:r>
            <w:proofErr w:type="spellEnd"/>
            <w:r w:rsidRPr="005F47BD">
              <w:t xml:space="preserve"> based O</w:t>
            </w:r>
            <w:r>
              <w:t>perating Systems</w:t>
            </w:r>
          </w:p>
          <w:p w:rsidR="00D93B43" w:rsidRPr="005F47BD" w:rsidRDefault="00D93B43">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D93B43" w:rsidRPr="005F47BD" w:rsidRDefault="00D93B43">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D93B43" w:rsidRDefault="00D93B43">
            <w:pPr>
              <w:pStyle w:val="ListParagraph"/>
            </w:pPr>
            <w:proofErr w:type="spellStart"/>
            <w:r w:rsidRPr="005F47BD">
              <w:t>BSOD</w:t>
            </w:r>
            <w:proofErr w:type="spellEnd"/>
            <w:r w:rsidRPr="005F47BD">
              <w:t xml:space="preserve"> when installe</w:t>
            </w:r>
            <w:r>
              <w:t xml:space="preserve">d on systems with </w:t>
            </w:r>
            <w:proofErr w:type="spellStart"/>
            <w:r>
              <w:t>0x120</w:t>
            </w:r>
            <w:proofErr w:type="spellEnd"/>
            <w:r>
              <w:t xml:space="preserve"> logical C</w:t>
            </w:r>
            <w:r w:rsidRPr="005F47BD">
              <w:t>ores</w:t>
            </w:r>
          </w:p>
          <w:p w:rsidR="00D93B43" w:rsidRPr="005F47BD" w:rsidRDefault="00D93B43">
            <w:pPr>
              <w:pStyle w:val="ListParagraph"/>
            </w:pPr>
            <w:r w:rsidRPr="005F47BD">
              <w:t>Insta</w:t>
            </w:r>
            <w:r>
              <w:t>ller using silent install does not copy the license.</w:t>
            </w:r>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June 2015</w:t>
            </w:r>
          </w:p>
        </w:tc>
        <w:tc>
          <w:tcPr>
            <w:tcW w:w="707" w:type="pct"/>
            <w:vAlign w:val="center"/>
          </w:tcPr>
          <w:p w:rsidR="00D93B43" w:rsidRDefault="00D93B43">
            <w:pPr>
              <w:spacing w:before="40" w:after="40"/>
              <w:jc w:val="center"/>
              <w:rPr>
                <w:szCs w:val="18"/>
              </w:rPr>
            </w:pPr>
            <w:r>
              <w:rPr>
                <w:szCs w:val="18"/>
              </w:rPr>
              <w:t>003</w:t>
            </w:r>
          </w:p>
        </w:tc>
        <w:tc>
          <w:tcPr>
            <w:tcW w:w="1061" w:type="pct"/>
            <w:shd w:val="clear" w:color="auto" w:fill="auto"/>
            <w:vAlign w:val="center"/>
          </w:tcPr>
          <w:p w:rsidR="00D93B43" w:rsidRDefault="00D93B43">
            <w:pPr>
              <w:spacing w:before="40" w:after="40"/>
              <w:jc w:val="center"/>
              <w:rPr>
                <w:szCs w:val="18"/>
              </w:rPr>
            </w:pPr>
            <w:r>
              <w:rPr>
                <w:szCs w:val="18"/>
              </w:rPr>
              <w:t>1.2.0.1002</w:t>
            </w:r>
          </w:p>
        </w:tc>
        <w:tc>
          <w:tcPr>
            <w:tcW w:w="2422" w:type="pct"/>
            <w:shd w:val="clear" w:color="auto" w:fill="auto"/>
            <w:vAlign w:val="center"/>
          </w:tcPr>
          <w:p w:rsidR="00D93B43" w:rsidRDefault="00D93B43">
            <w:pPr>
              <w:spacing w:before="120" w:after="120"/>
              <w:ind w:left="144" w:right="144"/>
              <w:rPr>
                <w:color w:val="000000"/>
                <w:szCs w:val="18"/>
              </w:rPr>
            </w:pPr>
            <w:r>
              <w:rPr>
                <w:color w:val="000000"/>
                <w:szCs w:val="18"/>
              </w:rPr>
              <w:t>The following was fixed in this release:</w:t>
            </w:r>
          </w:p>
          <w:p w:rsidR="00D93B43" w:rsidRDefault="00D93B43">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w:t>
            </w:r>
            <w:proofErr w:type="spellStart"/>
            <w:r w:rsidRPr="005F47BD">
              <w:rPr>
                <w:shd w:val="clear" w:color="auto" w:fill="FFFFFF"/>
              </w:rPr>
              <w:t>S3+S4</w:t>
            </w:r>
            <w:proofErr w:type="spellEnd"/>
            <w:r w:rsidRPr="005F47BD">
              <w:rPr>
                <w:shd w:val="clear" w:color="auto" w:fill="FFFFFF"/>
              </w:rPr>
              <w:t>.</w:t>
            </w:r>
          </w:p>
          <w:p w:rsidR="00D93B43" w:rsidRDefault="00D93B43">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Trim Performance Test executable encounters a divide-by-zero error and </w:t>
            </w:r>
            <w:r>
              <w:rPr>
                <w:shd w:val="clear" w:color="auto" w:fill="FFFFFF"/>
              </w:rPr>
              <w:t>fails to execute.</w:t>
            </w:r>
          </w:p>
          <w:p w:rsidR="00D93B43" w:rsidRDefault="00D93B43">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Rotational Rate Test Fails, Reporting 0 RPM</w:t>
            </w:r>
          </w:p>
          <w:p w:rsidR="00D93B43" w:rsidRPr="005F47BD" w:rsidRDefault="00D93B43">
            <w:pPr>
              <w:pStyle w:val="ListParagraph"/>
              <w:rPr>
                <w:shd w:val="clear" w:color="auto" w:fill="FFFFFF"/>
              </w:rPr>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AB11CB" w:rsidRPr="004C7D38" w:rsidTr="007C6AA7">
        <w:trPr>
          <w:cantSplit/>
          <w:trHeight w:val="244"/>
          <w:tblCellSpacing w:w="0" w:type="dxa"/>
        </w:trPr>
        <w:tc>
          <w:tcPr>
            <w:tcW w:w="810" w:type="pct"/>
            <w:shd w:val="clear" w:color="auto" w:fill="auto"/>
            <w:vAlign w:val="center"/>
          </w:tcPr>
          <w:p w:rsidR="00D93B43" w:rsidRDefault="00D93B43">
            <w:pPr>
              <w:spacing w:before="40" w:after="40"/>
              <w:jc w:val="center"/>
              <w:rPr>
                <w:color w:val="000000"/>
                <w:szCs w:val="18"/>
              </w:rPr>
            </w:pPr>
            <w:r>
              <w:rPr>
                <w:color w:val="000000"/>
                <w:szCs w:val="18"/>
              </w:rPr>
              <w:t>February 2015</w:t>
            </w:r>
          </w:p>
        </w:tc>
        <w:tc>
          <w:tcPr>
            <w:tcW w:w="707" w:type="pct"/>
            <w:vAlign w:val="center"/>
          </w:tcPr>
          <w:p w:rsidR="00D93B43" w:rsidRDefault="00D93B43">
            <w:pPr>
              <w:spacing w:before="40" w:after="40"/>
              <w:jc w:val="center"/>
              <w:rPr>
                <w:szCs w:val="18"/>
              </w:rPr>
            </w:pPr>
            <w:r>
              <w:rPr>
                <w:szCs w:val="18"/>
              </w:rPr>
              <w:t>002</w:t>
            </w:r>
          </w:p>
        </w:tc>
        <w:tc>
          <w:tcPr>
            <w:tcW w:w="1061" w:type="pct"/>
            <w:shd w:val="clear" w:color="auto" w:fill="auto"/>
            <w:vAlign w:val="center"/>
          </w:tcPr>
          <w:p w:rsidR="00D93B43" w:rsidRPr="00E850D0" w:rsidRDefault="00D93B43">
            <w:pPr>
              <w:spacing w:before="40" w:after="40"/>
              <w:jc w:val="center"/>
              <w:rPr>
                <w:szCs w:val="18"/>
              </w:rPr>
            </w:pPr>
            <w:r>
              <w:rPr>
                <w:szCs w:val="18"/>
              </w:rPr>
              <w:t>1.1.0.1004</w:t>
            </w:r>
          </w:p>
        </w:tc>
        <w:tc>
          <w:tcPr>
            <w:tcW w:w="2422" w:type="pct"/>
            <w:shd w:val="clear" w:color="auto" w:fill="auto"/>
            <w:vAlign w:val="center"/>
          </w:tcPr>
          <w:p w:rsidR="00D93B43" w:rsidRDefault="00D93B43">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D93B43" w:rsidRPr="00EE2121" w:rsidRDefault="00D93B43">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0x9F</w:t>
            </w:r>
            <w:proofErr w:type="spellEnd"/>
            <w:r w:rsidRPr="00EE2121">
              <w:rPr>
                <w:rFonts w:eastAsia="MS Mincho"/>
                <w:color w:val="000000" w:themeColor="text1"/>
                <w:szCs w:val="24"/>
                <w:lang w:eastAsia="ja-JP"/>
              </w:rPr>
              <w:t xml:space="preserve"> </w:t>
            </w: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during </w:t>
            </w:r>
            <w:proofErr w:type="spellStart"/>
            <w:r w:rsidRPr="00EE2121">
              <w:rPr>
                <w:rFonts w:eastAsia="MS Mincho"/>
                <w:color w:val="000000" w:themeColor="text1"/>
                <w:szCs w:val="24"/>
                <w:lang w:eastAsia="ja-JP"/>
              </w:rPr>
              <w:t>S3</w:t>
            </w:r>
            <w:proofErr w:type="spellEnd"/>
            <w:r w:rsidRPr="00EE2121">
              <w:rPr>
                <w:rFonts w:eastAsia="MS Mincho"/>
                <w:color w:val="000000" w:themeColor="text1"/>
                <w:szCs w:val="24"/>
                <w:lang w:eastAsia="ja-JP"/>
              </w:rPr>
              <w:t>/</w:t>
            </w:r>
            <w:proofErr w:type="spellStart"/>
            <w:r w:rsidRPr="00EE2121">
              <w:rPr>
                <w:rFonts w:eastAsia="MS Mincho"/>
                <w:color w:val="000000" w:themeColor="text1"/>
                <w:szCs w:val="24"/>
                <w:lang w:eastAsia="ja-JP"/>
              </w:rPr>
              <w:t>S4</w:t>
            </w:r>
            <w:proofErr w:type="spellEnd"/>
            <w:r w:rsidRPr="00EE2121">
              <w:rPr>
                <w:rFonts w:eastAsia="MS Mincho"/>
                <w:color w:val="000000" w:themeColor="text1"/>
                <w:szCs w:val="24"/>
                <w:lang w:eastAsia="ja-JP"/>
              </w:rPr>
              <w:t xml:space="preserve"> testing</w:t>
            </w:r>
          </w:p>
          <w:p w:rsidR="00D93B43" w:rsidRPr="00EE2121" w:rsidRDefault="00D93B43">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due to low System Memory under </w:t>
            </w:r>
            <w:proofErr w:type="spellStart"/>
            <w:r w:rsidRPr="00EE2121">
              <w:rPr>
                <w:rFonts w:eastAsia="MS Mincho"/>
                <w:color w:val="000000" w:themeColor="text1"/>
                <w:szCs w:val="24"/>
                <w:lang w:eastAsia="ja-JP"/>
              </w:rPr>
              <w:t>32bit</w:t>
            </w:r>
            <w:proofErr w:type="spellEnd"/>
          </w:p>
          <w:p w:rsidR="00D93B43" w:rsidRPr="00EE2121" w:rsidRDefault="00D93B43">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D93B43" w:rsidRPr="005F47BD" w:rsidRDefault="00D93B43">
            <w:pPr>
              <w:numPr>
                <w:ilvl w:val="0"/>
                <w:numId w:val="40"/>
              </w:numPr>
              <w:spacing w:before="120" w:after="120"/>
              <w:ind w:left="563" w:right="144"/>
              <w:rPr>
                <w:rFonts w:eastAsia="MS Mincho"/>
                <w:color w:val="000000" w:themeColor="text1"/>
                <w:szCs w:val="24"/>
                <w:lang w:eastAsia="ja-JP"/>
              </w:rPr>
            </w:pPr>
            <w:r w:rsidRPr="00EE2121">
              <w:rPr>
                <w:color w:val="000000" w:themeColor="text1"/>
              </w:rPr>
              <w:t>Windows Driver INF references Windows XP, there is no driver support and reference was removed</w:t>
            </w:r>
          </w:p>
        </w:tc>
      </w:tr>
      <w:tr w:rsidR="00AB11CB" w:rsidRPr="004C7D38" w:rsidTr="007C6AA7">
        <w:trPr>
          <w:cantSplit/>
          <w:trHeight w:val="244"/>
          <w:tblCellSpacing w:w="0" w:type="dxa"/>
        </w:trPr>
        <w:tc>
          <w:tcPr>
            <w:tcW w:w="810" w:type="pct"/>
            <w:shd w:val="clear" w:color="auto" w:fill="auto"/>
            <w:vAlign w:val="center"/>
          </w:tcPr>
          <w:p w:rsidR="00D93B43" w:rsidRPr="0034745C" w:rsidRDefault="00D93B43">
            <w:pPr>
              <w:spacing w:before="120" w:after="120"/>
              <w:jc w:val="center"/>
              <w:rPr>
                <w:color w:val="000000"/>
                <w:szCs w:val="18"/>
              </w:rPr>
            </w:pPr>
            <w:r>
              <w:rPr>
                <w:color w:val="000000"/>
                <w:szCs w:val="18"/>
              </w:rPr>
              <w:lastRenderedPageBreak/>
              <w:t>September 2014</w:t>
            </w:r>
          </w:p>
        </w:tc>
        <w:tc>
          <w:tcPr>
            <w:tcW w:w="707" w:type="pct"/>
            <w:vAlign w:val="center"/>
          </w:tcPr>
          <w:p w:rsidR="00D93B43" w:rsidRDefault="00D93B43">
            <w:pPr>
              <w:spacing w:before="120" w:after="120"/>
              <w:jc w:val="center"/>
              <w:rPr>
                <w:color w:val="000000"/>
                <w:szCs w:val="18"/>
              </w:rPr>
            </w:pPr>
            <w:r>
              <w:rPr>
                <w:color w:val="000000"/>
                <w:szCs w:val="18"/>
              </w:rPr>
              <w:t>001</w:t>
            </w:r>
          </w:p>
        </w:tc>
        <w:tc>
          <w:tcPr>
            <w:tcW w:w="1061" w:type="pct"/>
            <w:shd w:val="clear" w:color="auto" w:fill="auto"/>
            <w:vAlign w:val="center"/>
          </w:tcPr>
          <w:p w:rsidR="00D93B43" w:rsidRPr="0034745C" w:rsidRDefault="00D93B43">
            <w:pPr>
              <w:spacing w:before="120" w:after="120"/>
              <w:jc w:val="center"/>
              <w:rPr>
                <w:color w:val="000000"/>
                <w:szCs w:val="18"/>
              </w:rPr>
            </w:pPr>
            <w:r>
              <w:rPr>
                <w:color w:val="000000"/>
                <w:szCs w:val="18"/>
              </w:rPr>
              <w:t>1.0.0.1023</w:t>
            </w:r>
          </w:p>
        </w:tc>
        <w:tc>
          <w:tcPr>
            <w:tcW w:w="2422" w:type="pct"/>
            <w:shd w:val="clear" w:color="auto" w:fill="auto"/>
            <w:vAlign w:val="center"/>
          </w:tcPr>
          <w:p w:rsidR="00D93B43" w:rsidRPr="005A7D1E" w:rsidRDefault="00D93B43">
            <w:pPr>
              <w:spacing w:before="120" w:after="120"/>
              <w:ind w:left="144" w:right="144"/>
            </w:pPr>
            <w:r>
              <w:rPr>
                <w:color w:val="000000"/>
                <w:szCs w:val="18"/>
              </w:rPr>
              <w:t>I</w:t>
            </w:r>
            <w:r w:rsidRPr="00B7142E">
              <w:rPr>
                <w:color w:val="000000"/>
                <w:szCs w:val="18"/>
              </w:rPr>
              <w:t>nitia</w:t>
            </w:r>
            <w:r>
              <w:rPr>
                <w:color w:val="000000"/>
                <w:szCs w:val="18"/>
              </w:rPr>
              <w:t xml:space="preserve">l </w:t>
            </w:r>
            <w:r w:rsidRPr="00B7142E">
              <w:rPr>
                <w:color w:val="000000"/>
                <w:szCs w:val="18"/>
              </w:rPr>
              <w:t>release version</w:t>
            </w:r>
          </w:p>
        </w:tc>
      </w:tr>
    </w:tbl>
    <w:p w:rsidR="00D95D67" w:rsidRPr="00DD7BCA" w:rsidRDefault="00D95D67" w:rsidP="009C2419"/>
    <w:sectPr w:rsidR="00D95D67" w:rsidRPr="00DD7BCA" w:rsidSect="00AB11C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264" w:rsidRDefault="004C4264" w:rsidP="00D56C82">
      <w:pPr>
        <w:pStyle w:val="CellBodyCenter"/>
      </w:pPr>
      <w:r>
        <w:separator/>
      </w:r>
    </w:p>
  </w:endnote>
  <w:endnote w:type="continuationSeparator" w:id="0">
    <w:p w:rsidR="004C4264" w:rsidRDefault="004C4264"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8E7B20" w:rsidRPr="009C2419" w:rsidRDefault="008E7B20"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w:t>
    </w:r>
    <w:proofErr w:type="spellStart"/>
    <w:r w:rsidRPr="009C2419">
      <w:rPr>
        <w:sz w:val="16"/>
        <w:szCs w:val="16"/>
      </w:rPr>
      <w:t>00</w:t>
    </w:r>
    <w:r>
      <w:rPr>
        <w:sz w:val="16"/>
        <w:szCs w:val="16"/>
      </w:rPr>
      <w:t>6</w:t>
    </w:r>
    <w:r w:rsidRPr="009C2419">
      <w:rPr>
        <w:sz w:val="16"/>
        <w:szCs w:val="16"/>
      </w:rPr>
      <w:t>US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C2419" w:rsidRDefault="008E7B20" w:rsidP="00220AA5">
    <w:pPr>
      <w:pStyle w:val="Footer0"/>
      <w:rPr>
        <w:rFonts w:ascii="Intel Clear" w:hAnsi="Intel Clear"/>
        <w:w w:val="100"/>
        <w:sz w:val="16"/>
        <w:szCs w:val="16"/>
      </w:rPr>
    </w:pPr>
    <w:r>
      <w:rPr>
        <w:rFonts w:ascii="Intel Clear" w:hAnsi="Intel Clear"/>
        <w:w w:val="100"/>
        <w:sz w:val="16"/>
        <w:szCs w:val="16"/>
      </w:rPr>
      <w:t>January 2018</w:t>
    </w:r>
    <w:r w:rsidRPr="009C2419">
      <w:rPr>
        <w:rFonts w:ascii="Intel Clear" w:hAnsi="Intel Clear"/>
        <w:w w:val="100"/>
        <w:sz w:val="16"/>
        <w:szCs w:val="16"/>
      </w:rPr>
      <w:tab/>
    </w:r>
    <w:r w:rsidRPr="009C2419">
      <w:rPr>
        <w:rFonts w:ascii="Intel Clear" w:hAnsi="Intel Clear"/>
        <w:w w:val="100"/>
        <w:sz w:val="16"/>
        <w:szCs w:val="16"/>
      </w:rPr>
      <w:tab/>
      <w:t>Release Notes</w:t>
    </w:r>
  </w:p>
  <w:p w:rsidR="008E7B20" w:rsidRPr="009C2419" w:rsidRDefault="008E7B20"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w:t>
    </w:r>
    <w:proofErr w:type="spellStart"/>
    <w:r w:rsidRPr="009C2419">
      <w:rPr>
        <w:rFonts w:ascii="Intel Clear" w:hAnsi="Intel Clear"/>
        <w:sz w:val="16"/>
        <w:szCs w:val="16"/>
      </w:rPr>
      <w:t>00</w:t>
    </w:r>
    <w:r>
      <w:rPr>
        <w:rFonts w:ascii="Intel Clear" w:hAnsi="Intel Clear"/>
        <w:sz w:val="16"/>
        <w:szCs w:val="16"/>
      </w:rPr>
      <w:t>6</w:t>
    </w:r>
    <w:r w:rsidRPr="009C2419">
      <w:rPr>
        <w:rFonts w:ascii="Intel Clear" w:hAnsi="Intel Clear"/>
        <w:w w:val="100"/>
        <w:sz w:val="16"/>
        <w:szCs w:val="16"/>
      </w:rPr>
      <w:t>US</w:t>
    </w:r>
    <w:proofErr w:type="spellEnd"/>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4841B3">
      <w:rPr>
        <w:rFonts w:ascii="Intel Clear" w:hAnsi="Intel Clear"/>
        <w:noProof/>
        <w:w w:val="100"/>
        <w:sz w:val="16"/>
        <w:szCs w:val="16"/>
      </w:rPr>
      <w:t>6</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9F0C13" w:rsidRDefault="008E7B20" w:rsidP="009F0C13">
    <w:pPr>
      <w:spacing w:before="0"/>
      <w:jc w:val="right"/>
      <w:rPr>
        <w:rFonts w:cs="Arial"/>
      </w:rPr>
    </w:pPr>
    <w:r>
      <w:t>Document Number: 331995-</w:t>
    </w:r>
    <w:proofErr w:type="spellStart"/>
    <w:r>
      <w:t>006US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264" w:rsidRDefault="004C4264" w:rsidP="00D56C82">
      <w:pPr>
        <w:pStyle w:val="CellBodyCenter"/>
      </w:pPr>
      <w:r>
        <w:separator/>
      </w:r>
    </w:p>
  </w:footnote>
  <w:footnote w:type="continuationSeparator" w:id="0">
    <w:p w:rsidR="004C4264" w:rsidRDefault="004C4264"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8E7B20" w:rsidRDefault="008E7B20" w:rsidP="00296CDE">
    <w:pPr>
      <w:pStyle w:val="Header"/>
      <w:tabs>
        <w:tab w:val="clear" w:pos="4320"/>
        <w:tab w:val="clear" w:pos="8640"/>
        <w:tab w:val="center" w:pos="3290"/>
        <w:tab w:val="right" w:pos="7900"/>
      </w:tabs>
      <w:spacing w:before="40" w:line="160" w:lineRule="atLeast"/>
      <w:ind w:left="20" w:right="60" w:hanging="1320"/>
      <w:jc w:val="right"/>
    </w:pPr>
  </w:p>
  <w:p w:rsidR="008E7B20" w:rsidRDefault="008E7B20" w:rsidP="00296CDE">
    <w:pPr>
      <w:pStyle w:val="Header"/>
      <w:tabs>
        <w:tab w:val="clear" w:pos="4320"/>
        <w:tab w:val="clear" w:pos="8640"/>
        <w:tab w:val="right" w:pos="7920"/>
      </w:tabs>
      <w:spacing w:line="160" w:lineRule="atLeast"/>
      <w:ind w:right="100"/>
      <w:jc w:val="right"/>
    </w:pPr>
  </w:p>
  <w:p w:rsidR="008E7B20" w:rsidRDefault="008E7B20"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Pr="00DD4DB2" w:rsidRDefault="008E7B20"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 Driver</w:t>
    </w:r>
  </w:p>
  <w:p w:rsidR="008E7B20" w:rsidRDefault="008E7B20"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B20" w:rsidRDefault="008E7B20">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8E7B20" w:rsidRDefault="008E7B20">
    <w:pPr>
      <w:pStyle w:val="Header"/>
    </w:pPr>
  </w:p>
  <w:p w:rsidR="008E7B20" w:rsidRDefault="008E7B20">
    <w:pPr>
      <w:pStyle w:val="Header"/>
    </w:pPr>
  </w:p>
  <w:p w:rsidR="008E7B20" w:rsidRDefault="008E7B20">
    <w:pPr>
      <w:pStyle w:val="Header"/>
    </w:pPr>
  </w:p>
  <w:p w:rsidR="008E7B20" w:rsidRDefault="008E7B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8"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3BC7EEB"/>
    <w:multiLevelType w:val="hybridMultilevel"/>
    <w:tmpl w:val="E67CD80C"/>
    <w:lvl w:ilvl="0" w:tplc="FC420422">
      <w:start w:val="1"/>
      <w:numFmt w:val="bullet"/>
      <w:pStyle w:val="ListParagraph"/>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4"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7"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8"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1"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2"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4"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6"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28"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3"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27"/>
  </w:num>
  <w:num w:numId="4">
    <w:abstractNumId w:val="26"/>
  </w:num>
  <w:num w:numId="5">
    <w:abstractNumId w:val="36"/>
  </w:num>
  <w:num w:numId="6">
    <w:abstractNumId w:val="10"/>
  </w:num>
  <w:num w:numId="7">
    <w:abstractNumId w:val="21"/>
  </w:num>
  <w:num w:numId="8">
    <w:abstractNumId w:val="7"/>
  </w:num>
  <w:num w:numId="9">
    <w:abstractNumId w:val="17"/>
  </w:num>
  <w:num w:numId="10">
    <w:abstractNumId w:val="33"/>
  </w:num>
  <w:num w:numId="11">
    <w:abstractNumId w:val="2"/>
  </w:num>
  <w:num w:numId="12">
    <w:abstractNumId w:val="32"/>
  </w:num>
  <w:num w:numId="13">
    <w:abstractNumId w:val="9"/>
  </w:num>
  <w:num w:numId="14">
    <w:abstractNumId w:val="12"/>
  </w:num>
  <w:num w:numId="15">
    <w:abstractNumId w:val="1"/>
  </w:num>
  <w:num w:numId="16">
    <w:abstractNumId w:val="31"/>
  </w:num>
  <w:num w:numId="17">
    <w:abstractNumId w:val="3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3"/>
  </w:num>
  <w:num w:numId="26">
    <w:abstractNumId w:val="5"/>
  </w:num>
  <w:num w:numId="27">
    <w:abstractNumId w:val="23"/>
  </w:num>
  <w:num w:numId="28">
    <w:abstractNumId w:val="15"/>
  </w:num>
  <w:num w:numId="29">
    <w:abstractNumId w:val="14"/>
  </w:num>
  <w:num w:numId="30">
    <w:abstractNumId w:val="37"/>
  </w:num>
  <w:num w:numId="31">
    <w:abstractNumId w:val="20"/>
  </w:num>
  <w:num w:numId="32">
    <w:abstractNumId w:val="11"/>
  </w:num>
  <w:num w:numId="33">
    <w:abstractNumId w:val="4"/>
  </w:num>
  <w:num w:numId="34">
    <w:abstractNumId w:val="16"/>
  </w:num>
  <w:num w:numId="35">
    <w:abstractNumId w:val="19"/>
  </w:num>
  <w:num w:numId="36">
    <w:abstractNumId w:val="22"/>
  </w:num>
  <w:num w:numId="37">
    <w:abstractNumId w:val="37"/>
  </w:num>
  <w:num w:numId="38">
    <w:abstractNumId w:val="14"/>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0"/>
  </w:num>
  <w:num w:numId="42">
    <w:abstractNumId w:val="6"/>
  </w:num>
  <w:num w:numId="43">
    <w:abstractNumId w:val="18"/>
  </w:num>
  <w:num w:numId="44">
    <w:abstractNumId w:val="24"/>
  </w:num>
  <w:num w:numId="45">
    <w:abstractNumId w:val="29"/>
  </w:num>
  <w:num w:numId="46">
    <w:abstractNumId w:val="13"/>
  </w:num>
  <w:num w:numId="4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79A4"/>
    <w:rsid w:val="00031E5B"/>
    <w:rsid w:val="00034E44"/>
    <w:rsid w:val="00037012"/>
    <w:rsid w:val="00037A53"/>
    <w:rsid w:val="0004775F"/>
    <w:rsid w:val="00052C2D"/>
    <w:rsid w:val="00064575"/>
    <w:rsid w:val="0006557C"/>
    <w:rsid w:val="00073BF2"/>
    <w:rsid w:val="000757EC"/>
    <w:rsid w:val="00075B03"/>
    <w:rsid w:val="00077241"/>
    <w:rsid w:val="000775E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5BC0"/>
    <w:rsid w:val="00107C80"/>
    <w:rsid w:val="00111E6F"/>
    <w:rsid w:val="0012310B"/>
    <w:rsid w:val="0013193E"/>
    <w:rsid w:val="00143401"/>
    <w:rsid w:val="00143710"/>
    <w:rsid w:val="00144138"/>
    <w:rsid w:val="00150B25"/>
    <w:rsid w:val="00155DD2"/>
    <w:rsid w:val="0015687D"/>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3D7C"/>
    <w:rsid w:val="001C65C2"/>
    <w:rsid w:val="001C668E"/>
    <w:rsid w:val="001C7BCB"/>
    <w:rsid w:val="001D12F2"/>
    <w:rsid w:val="001D2EA1"/>
    <w:rsid w:val="001D4E8D"/>
    <w:rsid w:val="001D6A12"/>
    <w:rsid w:val="001D7E36"/>
    <w:rsid w:val="001E16AB"/>
    <w:rsid w:val="001E1A7F"/>
    <w:rsid w:val="001E33B8"/>
    <w:rsid w:val="00200A0C"/>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53C62"/>
    <w:rsid w:val="00254A59"/>
    <w:rsid w:val="002633DA"/>
    <w:rsid w:val="00275AE3"/>
    <w:rsid w:val="00290724"/>
    <w:rsid w:val="00291654"/>
    <w:rsid w:val="00291FE3"/>
    <w:rsid w:val="00295640"/>
    <w:rsid w:val="00296CDE"/>
    <w:rsid w:val="002A1CDF"/>
    <w:rsid w:val="002A20E7"/>
    <w:rsid w:val="002A26E6"/>
    <w:rsid w:val="002A44C5"/>
    <w:rsid w:val="002A5988"/>
    <w:rsid w:val="002B513F"/>
    <w:rsid w:val="002B631A"/>
    <w:rsid w:val="002B768C"/>
    <w:rsid w:val="002C039C"/>
    <w:rsid w:val="002C3EB2"/>
    <w:rsid w:val="002D1F15"/>
    <w:rsid w:val="002D2A09"/>
    <w:rsid w:val="002D5CC6"/>
    <w:rsid w:val="002D5DAF"/>
    <w:rsid w:val="002D6258"/>
    <w:rsid w:val="002E01FB"/>
    <w:rsid w:val="002E2EEB"/>
    <w:rsid w:val="002E6514"/>
    <w:rsid w:val="002E794E"/>
    <w:rsid w:val="002F440C"/>
    <w:rsid w:val="003038B3"/>
    <w:rsid w:val="00315717"/>
    <w:rsid w:val="003168EA"/>
    <w:rsid w:val="003200B0"/>
    <w:rsid w:val="00323695"/>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4D40"/>
    <w:rsid w:val="0039753D"/>
    <w:rsid w:val="003A6F63"/>
    <w:rsid w:val="003B33B6"/>
    <w:rsid w:val="003B3843"/>
    <w:rsid w:val="003B3EA1"/>
    <w:rsid w:val="003B691D"/>
    <w:rsid w:val="003C0A29"/>
    <w:rsid w:val="003C18DE"/>
    <w:rsid w:val="003C2CCC"/>
    <w:rsid w:val="003D0E71"/>
    <w:rsid w:val="003D68B1"/>
    <w:rsid w:val="003E0C42"/>
    <w:rsid w:val="003F7644"/>
    <w:rsid w:val="00402016"/>
    <w:rsid w:val="004027E8"/>
    <w:rsid w:val="00420998"/>
    <w:rsid w:val="004244D7"/>
    <w:rsid w:val="00435E52"/>
    <w:rsid w:val="00436AC9"/>
    <w:rsid w:val="0044521D"/>
    <w:rsid w:val="00452502"/>
    <w:rsid w:val="004540AD"/>
    <w:rsid w:val="004559BE"/>
    <w:rsid w:val="004569AD"/>
    <w:rsid w:val="00465DD6"/>
    <w:rsid w:val="0047027E"/>
    <w:rsid w:val="004803D5"/>
    <w:rsid w:val="00482082"/>
    <w:rsid w:val="0048261A"/>
    <w:rsid w:val="00483E5E"/>
    <w:rsid w:val="004841B3"/>
    <w:rsid w:val="0049439B"/>
    <w:rsid w:val="00495F9F"/>
    <w:rsid w:val="004A15E1"/>
    <w:rsid w:val="004A2A98"/>
    <w:rsid w:val="004A2F1E"/>
    <w:rsid w:val="004A673A"/>
    <w:rsid w:val="004B1A48"/>
    <w:rsid w:val="004C1568"/>
    <w:rsid w:val="004C1E43"/>
    <w:rsid w:val="004C4264"/>
    <w:rsid w:val="004C7D38"/>
    <w:rsid w:val="004C7DFA"/>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02D1"/>
    <w:rsid w:val="005340D9"/>
    <w:rsid w:val="005356D8"/>
    <w:rsid w:val="00537D73"/>
    <w:rsid w:val="0055044C"/>
    <w:rsid w:val="005540F8"/>
    <w:rsid w:val="00570A74"/>
    <w:rsid w:val="005750FA"/>
    <w:rsid w:val="0057715C"/>
    <w:rsid w:val="0058110F"/>
    <w:rsid w:val="00586AFE"/>
    <w:rsid w:val="00587050"/>
    <w:rsid w:val="005944BF"/>
    <w:rsid w:val="00594F8C"/>
    <w:rsid w:val="00597A21"/>
    <w:rsid w:val="005A3165"/>
    <w:rsid w:val="005A7413"/>
    <w:rsid w:val="005A7956"/>
    <w:rsid w:val="005A7D1E"/>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5C85"/>
    <w:rsid w:val="00675D28"/>
    <w:rsid w:val="0068142D"/>
    <w:rsid w:val="00682A45"/>
    <w:rsid w:val="006840DD"/>
    <w:rsid w:val="00685DD7"/>
    <w:rsid w:val="0068796B"/>
    <w:rsid w:val="00690668"/>
    <w:rsid w:val="00693B90"/>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5BE0"/>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523B"/>
    <w:rsid w:val="007C6AA7"/>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E5FEF"/>
    <w:rsid w:val="008E7B20"/>
    <w:rsid w:val="008F039B"/>
    <w:rsid w:val="00906025"/>
    <w:rsid w:val="00906F21"/>
    <w:rsid w:val="00907BCC"/>
    <w:rsid w:val="0091134E"/>
    <w:rsid w:val="00915DC1"/>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C13"/>
    <w:rsid w:val="009F6BA2"/>
    <w:rsid w:val="00A003E4"/>
    <w:rsid w:val="00A00BC5"/>
    <w:rsid w:val="00A03445"/>
    <w:rsid w:val="00A0349E"/>
    <w:rsid w:val="00A034B2"/>
    <w:rsid w:val="00A07526"/>
    <w:rsid w:val="00A11D1E"/>
    <w:rsid w:val="00A23FA3"/>
    <w:rsid w:val="00A245CC"/>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D28FA"/>
    <w:rsid w:val="00AE118F"/>
    <w:rsid w:val="00AE2DB3"/>
    <w:rsid w:val="00AE34A7"/>
    <w:rsid w:val="00AE4103"/>
    <w:rsid w:val="00AF013A"/>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52589"/>
    <w:rsid w:val="00B53A71"/>
    <w:rsid w:val="00B55B92"/>
    <w:rsid w:val="00B602F8"/>
    <w:rsid w:val="00B67476"/>
    <w:rsid w:val="00B7142E"/>
    <w:rsid w:val="00B736A0"/>
    <w:rsid w:val="00B7472F"/>
    <w:rsid w:val="00B81AE2"/>
    <w:rsid w:val="00B81E1B"/>
    <w:rsid w:val="00B86305"/>
    <w:rsid w:val="00B87188"/>
    <w:rsid w:val="00B908A5"/>
    <w:rsid w:val="00B91B5A"/>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336CD"/>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1172"/>
    <w:rsid w:val="00D632D7"/>
    <w:rsid w:val="00D7103D"/>
    <w:rsid w:val="00D75760"/>
    <w:rsid w:val="00D806CE"/>
    <w:rsid w:val="00D81620"/>
    <w:rsid w:val="00D822FF"/>
    <w:rsid w:val="00D8288A"/>
    <w:rsid w:val="00D83CD1"/>
    <w:rsid w:val="00D92BA4"/>
    <w:rsid w:val="00D93B43"/>
    <w:rsid w:val="00D95D67"/>
    <w:rsid w:val="00DA45D2"/>
    <w:rsid w:val="00DA7925"/>
    <w:rsid w:val="00DB0AAD"/>
    <w:rsid w:val="00DB4055"/>
    <w:rsid w:val="00DB411D"/>
    <w:rsid w:val="00DC3D19"/>
    <w:rsid w:val="00DC4887"/>
    <w:rsid w:val="00DC5EFA"/>
    <w:rsid w:val="00DD2487"/>
    <w:rsid w:val="00DD2567"/>
    <w:rsid w:val="00DD4DB2"/>
    <w:rsid w:val="00DD4EB5"/>
    <w:rsid w:val="00DD7BCA"/>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3772"/>
    <w:rsid w:val="00EE09A0"/>
    <w:rsid w:val="00EE0E7D"/>
    <w:rsid w:val="00EE1BB8"/>
    <w:rsid w:val="00EE2121"/>
    <w:rsid w:val="00EE3543"/>
    <w:rsid w:val="00EE59BB"/>
    <w:rsid w:val="00EF0F65"/>
    <w:rsid w:val="00EF2077"/>
    <w:rsid w:val="00EF21C5"/>
    <w:rsid w:val="00EF343C"/>
    <w:rsid w:val="00EF7CB5"/>
    <w:rsid w:val="00F05C00"/>
    <w:rsid w:val="00F1006B"/>
    <w:rsid w:val="00F12860"/>
    <w:rsid w:val="00F14DD3"/>
    <w:rsid w:val="00F16867"/>
    <w:rsid w:val="00F17158"/>
    <w:rsid w:val="00F217EC"/>
    <w:rsid w:val="00F23A5F"/>
    <w:rsid w:val="00F269B1"/>
    <w:rsid w:val="00F3229A"/>
    <w:rsid w:val="00F32B41"/>
    <w:rsid w:val="00F32B9E"/>
    <w:rsid w:val="00F347C2"/>
    <w:rsid w:val="00F35A49"/>
    <w:rsid w:val="00F368FA"/>
    <w:rsid w:val="00F403AF"/>
    <w:rsid w:val="00F418F1"/>
    <w:rsid w:val="00F46162"/>
    <w:rsid w:val="00F47F60"/>
    <w:rsid w:val="00F557A3"/>
    <w:rsid w:val="00F610E1"/>
    <w:rsid w:val="00F629AB"/>
    <w:rsid w:val="00F65F74"/>
    <w:rsid w:val="00F723B8"/>
    <w:rsid w:val="00F7335C"/>
    <w:rsid w:val="00F84C0F"/>
    <w:rsid w:val="00F903DC"/>
    <w:rsid w:val="00F90426"/>
    <w:rsid w:val="00F94120"/>
    <w:rsid w:val="00F955BA"/>
    <w:rsid w:val="00F96BE9"/>
    <w:rsid w:val="00FA2569"/>
    <w:rsid w:val="00FA3B50"/>
    <w:rsid w:val="00FA6D56"/>
    <w:rsid w:val="00FB20A2"/>
    <w:rsid w:val="00FB2567"/>
    <w:rsid w:val="00FB3F6C"/>
    <w:rsid w:val="00FB583F"/>
    <w:rsid w:val="00FB61A3"/>
    <w:rsid w:val="00FB684B"/>
    <w:rsid w:val="00FB7B3F"/>
    <w:rsid w:val="00FC0C27"/>
    <w:rsid w:val="00FC57DA"/>
    <w:rsid w:val="00FD1142"/>
    <w:rsid w:val="00FD426E"/>
    <w:rsid w:val="00FD6C55"/>
    <w:rsid w:val="00FD7E04"/>
    <w:rsid w:val="00FE126F"/>
    <w:rsid w:val="00FE38BB"/>
    <w:rsid w:val="00FE4694"/>
    <w:rsid w:val="00FE5314"/>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973D5D"/>
    <w:pPr>
      <w:numPr>
        <w:numId w:val="46"/>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D41C5-8761-4EBB-BE3D-52A00841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392</TotalTime>
  <Pages>6</Pages>
  <Words>701</Words>
  <Characters>3948</Characters>
  <Application>Microsoft Office Word</Application>
  <DocSecurity>0</DocSecurity>
  <Lines>204</Lines>
  <Paragraphs>113</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4589</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 CTPClassification=CTP_IC</cp:keywords>
  <cp:lastModifiedBy>Foster, Carolyn D</cp:lastModifiedBy>
  <cp:revision>37</cp:revision>
  <cp:lastPrinted>2015-02-05T16:09:00Z</cp:lastPrinted>
  <dcterms:created xsi:type="dcterms:W3CDTF">2016-07-28T17:59:00Z</dcterms:created>
  <dcterms:modified xsi:type="dcterms:W3CDTF">2018-01-17T18:25:00Z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1eff7515-02bf-4f12-bd64-9e85dfb53cfb</vt:lpwstr>
  </property>
  <property fmtid="{D5CDD505-2E9C-101B-9397-08002B2CF9AE}" pid="3" name="CTP_BU">
    <vt:lpwstr>NVM SOLUTIONS GROUP</vt:lpwstr>
  </property>
  <property fmtid="{D5CDD505-2E9C-101B-9397-08002B2CF9AE}" pid="4" name="CTP_TimeStamp">
    <vt:lpwstr>2018-01-17 18:25:13Z</vt:lpwstr>
  </property>
  <property fmtid="{D5CDD505-2E9C-101B-9397-08002B2CF9AE}" pid="5" name="CTPClassification">
    <vt:lpwstr>CTP_IC</vt:lpwstr>
  </property>
</Properties>
</file>